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0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</w:p>
    <w:tbl>
      <w:tblPr>
        <w:tblStyle w:val="6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widowControl w:val="0"/>
              <w:autoSpaceDE w:val="0"/>
              <w:autoSpaceDN w:val="0"/>
              <w:adjustRightInd w:val="0"/>
              <w:spacing w:line="500" w:lineRule="exact"/>
              <w:jc w:val="center"/>
              <w:textAlignment w:val="auto"/>
              <w:rPr>
                <w:rStyle w:val="11"/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Style w:val="11"/>
                <w:rFonts w:hint="eastAsia" w:ascii="仿宋" w:hAnsi="仿宋" w:eastAsia="仿宋" w:cs="仿宋"/>
                <w:b/>
                <w:bCs/>
                <w:color w:val="000000"/>
                <w:sz w:val="36"/>
                <w:szCs w:val="36"/>
                <w:highlight w:val="none"/>
              </w:rPr>
              <w:t>江永县2021年公开招聘事业单位工作人员</w:t>
            </w:r>
            <w:r>
              <w:rPr>
                <w:rStyle w:val="11"/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highlight w:val="none"/>
              </w:rPr>
              <w:t>报名登记表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500" w:lineRule="exact"/>
              <w:textAlignment w:val="auto"/>
              <w:rPr>
                <w:rFonts w:asci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应聘单位：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应聘岗位：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报考岗位代码：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报名序号：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性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户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42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年</w:t>
            </w:r>
            <w:r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月</w:t>
            </w:r>
            <w:r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格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2" w:firstLineChars="200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经审查，符合应聘资格条件。</w:t>
            </w: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招聘单位（章）</w:t>
            </w: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</w:p>
        </w:tc>
      </w:tr>
    </w:tbl>
    <w:p>
      <w:pPr>
        <w:pStyle w:val="2"/>
        <w:widowControl w:val="0"/>
        <w:spacing w:line="240" w:lineRule="exact"/>
        <w:ind w:left="806" w:leftChars="0" w:hanging="806" w:hangingChars="384"/>
        <w:jc w:val="both"/>
        <w:textAlignment w:val="auto"/>
        <w:rPr>
          <w:rStyle w:val="11"/>
          <w:rFonts w:ascii="仿宋" w:hAnsi="仿宋" w:eastAsia="仿宋"/>
          <w:color w:val="000000"/>
          <w:sz w:val="32"/>
          <w:szCs w:val="32"/>
          <w:highlight w:val="none"/>
        </w:rPr>
      </w:pPr>
      <w:r>
        <w:rPr>
          <w:rFonts w:hint="eastAsia" w:cs="宋体"/>
          <w:highlight w:val="none"/>
        </w:rPr>
        <w:t>说明：</w:t>
      </w:r>
      <w:r>
        <w:rPr>
          <w:rFonts w:cs="宋体"/>
          <w:highlight w:val="none"/>
        </w:rPr>
        <w:t>1.</w:t>
      </w:r>
      <w:r>
        <w:rPr>
          <w:rFonts w:hint="eastAsia" w:cs="宋体"/>
          <w:highlight w:val="none"/>
        </w:rPr>
        <w:t>报名序号由招聘单位填写。</w:t>
      </w:r>
      <w:r>
        <w:rPr>
          <w:rFonts w:cs="宋体"/>
          <w:highlight w:val="none"/>
        </w:rPr>
        <w:t>2.</w:t>
      </w:r>
      <w:r>
        <w:rPr>
          <w:rFonts w:hint="eastAsia" w:cs="宋体"/>
          <w:highlight w:val="none"/>
        </w:rPr>
        <w:t>考生必须如实填写上述内容，如填报虚假信息者，取消考试或聘用资格。</w:t>
      </w:r>
      <w:r>
        <w:rPr>
          <w:rFonts w:cs="宋体"/>
          <w:highlight w:val="none"/>
        </w:rPr>
        <w:t>3.</w:t>
      </w:r>
      <w:r>
        <w:rPr>
          <w:rFonts w:hint="eastAsia" w:cs="宋体"/>
          <w:highlight w:val="none"/>
        </w:rPr>
        <w:t>经审查符合报名条件，由考生现场确认，此报名表由招聘单位留存。</w:t>
      </w:r>
      <w:r>
        <w:rPr>
          <w:rFonts w:cs="宋体"/>
          <w:highlight w:val="none"/>
        </w:rPr>
        <w:t>4.</w:t>
      </w:r>
      <w:r>
        <w:rPr>
          <w:rFonts w:hint="eastAsia" w:cs="宋体"/>
          <w:highlight w:val="none"/>
        </w:rPr>
        <w:t>考生需准备</w:t>
      </w:r>
      <w:r>
        <w:rPr>
          <w:rFonts w:cs="宋体"/>
          <w:highlight w:val="none"/>
        </w:rPr>
        <w:t>1</w:t>
      </w:r>
      <w:r>
        <w:rPr>
          <w:rFonts w:hint="eastAsia" w:cs="宋体"/>
          <w:highlight w:val="none"/>
        </w:rPr>
        <w:t>寸彩色照片</w:t>
      </w:r>
      <w:r>
        <w:rPr>
          <w:rFonts w:cs="宋体"/>
          <w:highlight w:val="none"/>
        </w:rPr>
        <w:t>3</w:t>
      </w:r>
      <w:r>
        <w:rPr>
          <w:rFonts w:hint="eastAsia" w:cs="宋体"/>
          <w:highlight w:val="none"/>
        </w:rPr>
        <w:t>张，照片背面请写上自己的名字。</w:t>
      </w:r>
      <w:r>
        <w:rPr>
          <w:rFonts w:cs="宋体"/>
          <w:highlight w:val="none"/>
        </w:rPr>
        <w:t>5.</w:t>
      </w:r>
      <w:r>
        <w:rPr>
          <w:rFonts w:hint="eastAsia" w:cs="宋体"/>
          <w:highlight w:val="none"/>
        </w:rPr>
        <w:t>如有其他学术成果或课</w:t>
      </w:r>
      <w:r>
        <w:rPr>
          <w:rFonts w:hint="eastAsia" w:ascii="宋体" w:hAnsi="宋体" w:cs="宋体"/>
          <w:highlight w:val="none"/>
        </w:rPr>
        <w:t>题及需要说明的情况可另附。</w:t>
      </w:r>
    </w:p>
    <w:sectPr>
      <w:pgSz w:w="11906" w:h="16838"/>
      <w:pgMar w:top="1270" w:right="1803" w:bottom="873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9E"/>
    <w:rsid w:val="000F5A9E"/>
    <w:rsid w:val="001604DD"/>
    <w:rsid w:val="001A6C1F"/>
    <w:rsid w:val="0025790C"/>
    <w:rsid w:val="004511FC"/>
    <w:rsid w:val="00615660"/>
    <w:rsid w:val="0062560B"/>
    <w:rsid w:val="006C4F0F"/>
    <w:rsid w:val="006F01AF"/>
    <w:rsid w:val="008534E6"/>
    <w:rsid w:val="009B012A"/>
    <w:rsid w:val="00B171EC"/>
    <w:rsid w:val="00D9199E"/>
    <w:rsid w:val="00E13ED1"/>
    <w:rsid w:val="015D6959"/>
    <w:rsid w:val="068803B8"/>
    <w:rsid w:val="09431193"/>
    <w:rsid w:val="09A35E9D"/>
    <w:rsid w:val="0D0B65EF"/>
    <w:rsid w:val="10A45381"/>
    <w:rsid w:val="134F005C"/>
    <w:rsid w:val="162D4EEB"/>
    <w:rsid w:val="16C94C9A"/>
    <w:rsid w:val="16DA532C"/>
    <w:rsid w:val="17387897"/>
    <w:rsid w:val="1B066DAE"/>
    <w:rsid w:val="23DF6544"/>
    <w:rsid w:val="26DE0381"/>
    <w:rsid w:val="284F29AA"/>
    <w:rsid w:val="28F2356A"/>
    <w:rsid w:val="2DBD22AC"/>
    <w:rsid w:val="2F0855D1"/>
    <w:rsid w:val="30A143EB"/>
    <w:rsid w:val="33F50F8E"/>
    <w:rsid w:val="351877D2"/>
    <w:rsid w:val="40E4685C"/>
    <w:rsid w:val="47EA2491"/>
    <w:rsid w:val="4B351E6A"/>
    <w:rsid w:val="4C6B650A"/>
    <w:rsid w:val="52914727"/>
    <w:rsid w:val="532669BF"/>
    <w:rsid w:val="57E82DE0"/>
    <w:rsid w:val="5AEA4E10"/>
    <w:rsid w:val="5F9C71F6"/>
    <w:rsid w:val="60CD0691"/>
    <w:rsid w:val="6173027B"/>
    <w:rsid w:val="653316BA"/>
    <w:rsid w:val="67B66770"/>
    <w:rsid w:val="6A52039E"/>
    <w:rsid w:val="6AC575FA"/>
    <w:rsid w:val="6B5B612F"/>
    <w:rsid w:val="6E565F55"/>
    <w:rsid w:val="6F1C49DD"/>
    <w:rsid w:val="702D259E"/>
    <w:rsid w:val="73972850"/>
    <w:rsid w:val="74464251"/>
    <w:rsid w:val="75150600"/>
    <w:rsid w:val="75792490"/>
    <w:rsid w:val="76E26089"/>
    <w:rsid w:val="7F2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Body Text Indent Char"/>
    <w:basedOn w:val="7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NormalCharacter"/>
    <w:semiHidden/>
    <w:qFormat/>
    <w:uiPriority w:val="99"/>
  </w:style>
  <w:style w:type="table" w:customStyle="1" w:styleId="12">
    <w:name w:val="TableNormal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PageNumber"/>
    <w:basedOn w:val="11"/>
    <w:qFormat/>
    <w:uiPriority w:val="99"/>
    <w:rPr>
      <w:rFonts w:cs="Times New Roman"/>
    </w:rPr>
  </w:style>
  <w:style w:type="paragraph" w:customStyle="1" w:styleId="14">
    <w:name w:val="Html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15">
    <w:name w:val="font01"/>
    <w:basedOn w:val="7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15</Pages>
  <Words>1693</Words>
  <Characters>9652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2019-10-11T08:24:00Z</dcterms:created>
  <dc:creator>Administrator</dc:creator>
  <cp:lastModifiedBy>Administrator</cp:lastModifiedBy>
  <cp:lastPrinted>2021-09-15T07:14:00Z</cp:lastPrinted>
  <dcterms:modified xsi:type="dcterms:W3CDTF">2021-11-05T02:47:56Z</dcterms:modified>
  <dc:title>永州市江永县2019年下半年园区及基层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E92C5891B1F64F26BFB0AC60EB56B8A3</vt:lpwstr>
  </property>
</Properties>
</file>